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F08A1" w14:textId="77777777" w:rsidR="00DD3817" w:rsidRDefault="007600CC" w:rsidP="007600CC">
      <w:pPr>
        <w:spacing w:after="0"/>
        <w:rPr>
          <w:rFonts w:cstheme="minorHAnsi"/>
          <w:i/>
          <w:iCs/>
        </w:rPr>
      </w:pPr>
      <w:r w:rsidRPr="00DD3817">
        <w:rPr>
          <w:rFonts w:cstheme="minorHAnsi"/>
          <w:b/>
          <w:bCs/>
          <w:i/>
          <w:iCs/>
        </w:rPr>
        <w:t>Dette er en rutineskabelon fra Nordisk Miljømærkning.</w:t>
      </w:r>
      <w:r w:rsidRPr="00DD3817">
        <w:rPr>
          <w:rFonts w:cstheme="minorHAnsi"/>
          <w:i/>
          <w:iCs/>
        </w:rPr>
        <w:t xml:space="preserve"> </w:t>
      </w:r>
    </w:p>
    <w:p w14:paraId="7730F445" w14:textId="50B40CE2" w:rsidR="007600CC" w:rsidRPr="00DD3817" w:rsidRDefault="005F559C" w:rsidP="007600CC">
      <w:pPr>
        <w:spacing w:after="0"/>
        <w:rPr>
          <w:rFonts w:cstheme="minorHAnsi"/>
          <w:i/>
          <w:iCs/>
        </w:rPr>
      </w:pPr>
      <w:r w:rsidRPr="00DD3817">
        <w:rPr>
          <w:rFonts w:cstheme="minorHAnsi"/>
          <w:i/>
          <w:iCs/>
        </w:rPr>
        <w:t>Det er frivilligt at tilpasse teksten under overskriften ”Beskrivelse”</w:t>
      </w:r>
      <w:r w:rsidR="00246FFA" w:rsidRPr="00DD3817">
        <w:rPr>
          <w:rFonts w:cstheme="minorHAnsi"/>
          <w:i/>
          <w:iCs/>
        </w:rPr>
        <w:t>,</w:t>
      </w:r>
      <w:r w:rsidRPr="00DD3817">
        <w:rPr>
          <w:rFonts w:cstheme="minorHAnsi"/>
          <w:i/>
          <w:iCs/>
        </w:rPr>
        <w:t xml:space="preserve"> så det letter arbejdet med at vedligeholde rutinen for den ansvarlige og opfylde</w:t>
      </w:r>
      <w:r w:rsidRPr="00DD3817">
        <w:rPr>
          <w:rStyle w:val="normaltextrun"/>
          <w:rFonts w:cstheme="minorHAnsi"/>
          <w:i/>
          <w:iCs/>
          <w:color w:val="000000"/>
          <w:shd w:val="clear" w:color="auto" w:fill="FFFFFF"/>
        </w:rPr>
        <w:t xml:space="preserve"> </w:t>
      </w:r>
      <w:r w:rsidRPr="00DD3817">
        <w:rPr>
          <w:rFonts w:cstheme="minorHAnsi"/>
          <w:i/>
          <w:iCs/>
        </w:rPr>
        <w:t>Svan</w:t>
      </w:r>
      <w:r w:rsidR="00246FFA" w:rsidRPr="00DD3817">
        <w:rPr>
          <w:rFonts w:cstheme="minorHAnsi"/>
          <w:i/>
          <w:iCs/>
        </w:rPr>
        <w:t>emærket</w:t>
      </w:r>
      <w:r w:rsidRPr="00DD3817">
        <w:rPr>
          <w:rFonts w:cstheme="minorHAnsi"/>
          <w:i/>
          <w:iCs/>
        </w:rPr>
        <w:t>s krav.</w:t>
      </w:r>
      <w:r w:rsidRPr="00DD3817">
        <w:rPr>
          <w:rStyle w:val="normaltextrun"/>
          <w:rFonts w:cstheme="minorHAnsi"/>
          <w:i/>
          <w:iCs/>
          <w:color w:val="000000"/>
          <w:shd w:val="clear" w:color="auto" w:fill="FFFFFF"/>
        </w:rPr>
        <w:t> </w:t>
      </w:r>
      <w:r w:rsidR="007600CC" w:rsidRPr="00DD3817">
        <w:rPr>
          <w:rFonts w:cstheme="minorHAnsi"/>
          <w:i/>
          <w:iCs/>
        </w:rPr>
        <w:t>Teksten under overskriften "Krav" er taget fra Svane</w:t>
      </w:r>
      <w:r w:rsidR="00246FFA" w:rsidRPr="00DD3817">
        <w:rPr>
          <w:rFonts w:cstheme="minorHAnsi"/>
          <w:i/>
          <w:iCs/>
        </w:rPr>
        <w:t>mærket</w:t>
      </w:r>
      <w:r w:rsidR="007600CC" w:rsidRPr="00DD3817">
        <w:rPr>
          <w:rFonts w:cstheme="minorHAnsi"/>
          <w:i/>
          <w:iCs/>
        </w:rPr>
        <w:t>s kriterier, og bør ikke ændres.</w:t>
      </w:r>
    </w:p>
    <w:p w14:paraId="46DC517F" w14:textId="77777777" w:rsidR="00C53626" w:rsidRPr="00DD3817" w:rsidRDefault="00C53626" w:rsidP="00C53626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DD3817">
        <w:rPr>
          <w:rStyle w:val="normaltextrun"/>
          <w:rFonts w:cstheme="min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DD3817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DD3817" w:rsidRDefault="009B310F">
            <w:pPr>
              <w:rPr>
                <w:rFonts w:cstheme="minorHAnsi"/>
              </w:rPr>
            </w:pPr>
            <w:r w:rsidRPr="00DD3817">
              <w:rPr>
                <w:rFonts w:cstheme="minorHAnsi"/>
              </w:rPr>
              <w:t>Krav</w:t>
            </w:r>
          </w:p>
          <w:p w14:paraId="114596D7" w14:textId="3E45EC19" w:rsidR="009B310F" w:rsidRPr="00DD3817" w:rsidRDefault="0005610C">
            <w:pPr>
              <w:rPr>
                <w:rFonts w:cstheme="minorHAnsi"/>
                <w:b/>
                <w:bCs/>
              </w:rPr>
            </w:pPr>
            <w:r w:rsidRPr="00DD3817">
              <w:rPr>
                <w:rFonts w:cstheme="minorHAnsi"/>
                <w:b/>
                <w:bCs/>
              </w:rPr>
              <w:t xml:space="preserve">Indkøb af </w:t>
            </w:r>
            <w:r w:rsidR="005F3476" w:rsidRPr="00DD3817">
              <w:rPr>
                <w:rFonts w:cstheme="minorHAnsi"/>
                <w:b/>
                <w:bCs/>
              </w:rPr>
              <w:t>miljømærkede tryksager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DD3817" w:rsidRDefault="007600CC">
            <w:pPr>
              <w:rPr>
                <w:rFonts w:cstheme="minorHAnsi"/>
              </w:rPr>
            </w:pPr>
            <w:r w:rsidRPr="00DD3817">
              <w:rPr>
                <w:rFonts w:cstheme="minorHAnsi"/>
              </w:rPr>
              <w:t>Firma</w:t>
            </w:r>
          </w:p>
        </w:tc>
      </w:tr>
      <w:tr w:rsidR="009B310F" w:rsidRPr="00DD3817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DD3817" w:rsidRDefault="007600CC">
            <w:pPr>
              <w:rPr>
                <w:rFonts w:cstheme="minorHAnsi"/>
              </w:rPr>
            </w:pPr>
            <w:r w:rsidRPr="00DD3817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DD3817" w:rsidRDefault="009B310F">
            <w:pPr>
              <w:rPr>
                <w:rFonts w:cstheme="minorHAnsi"/>
              </w:rPr>
            </w:pPr>
            <w:r w:rsidRPr="00DD3817">
              <w:rPr>
                <w:rFonts w:cstheme="minorHAnsi"/>
              </w:rPr>
              <w:t>D</w:t>
            </w:r>
            <w:r w:rsidR="007600CC" w:rsidRPr="00DD3817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DD3817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52F7E333" w14:textId="77777777" w:rsidR="005D4184" w:rsidRPr="00DD3817" w:rsidRDefault="005D4184" w:rsidP="005D4184">
      <w:pPr>
        <w:rPr>
          <w:rStyle w:val="normaltextrun"/>
          <w:rFonts w:cstheme="minorHAnsi"/>
          <w:color w:val="000000"/>
          <w:shd w:val="clear" w:color="auto" w:fill="FFFFFF"/>
        </w:rPr>
      </w:pPr>
      <w:r w:rsidRPr="00DD3817">
        <w:rPr>
          <w:rStyle w:val="normaltextrun"/>
          <w:rFonts w:cstheme="minorHAnsi"/>
          <w:b/>
          <w:bCs/>
          <w:color w:val="000000"/>
          <w:shd w:val="clear" w:color="auto" w:fill="FFFFFF"/>
        </w:rPr>
        <w:t>Krav</w:t>
      </w:r>
    </w:p>
    <w:p w14:paraId="6A19754B" w14:textId="7EF812C2" w:rsidR="0005610C" w:rsidRPr="00DD3817" w:rsidRDefault="005F3476" w:rsidP="00C72C62">
      <w:pPr>
        <w:spacing w:after="0"/>
        <w:rPr>
          <w:rFonts w:cstheme="minorHAnsi"/>
        </w:rPr>
      </w:pPr>
      <w:r w:rsidRPr="00DD3817">
        <w:rPr>
          <w:rFonts w:cstheme="minorHAnsi"/>
        </w:rPr>
        <w:t>100 % af de indkøbte tryksager, skal være fra et Svanemærket trykkeri eller være certificeret med EU-Blomsten. Virksomheden skal have rutiner for at efterspørge miljømærkede tryksager ved bestilling.</w:t>
      </w:r>
    </w:p>
    <w:p w14:paraId="0DF487A1" w14:textId="77777777" w:rsidR="005F3476" w:rsidRPr="00DD3817" w:rsidRDefault="005F3476" w:rsidP="00C72C62">
      <w:pPr>
        <w:spacing w:after="0"/>
        <w:rPr>
          <w:rFonts w:cstheme="minorHAnsi"/>
        </w:rPr>
      </w:pPr>
    </w:p>
    <w:p w14:paraId="7A8D71CE" w14:textId="33EA2C19" w:rsidR="005F3476" w:rsidRPr="00DD3817" w:rsidRDefault="005F3476" w:rsidP="00C72C62">
      <w:pPr>
        <w:spacing w:after="0"/>
        <w:rPr>
          <w:rFonts w:cstheme="minorHAnsi"/>
          <w:i/>
          <w:iCs/>
        </w:rPr>
      </w:pPr>
      <w:r w:rsidRPr="00DD3817">
        <w:rPr>
          <w:rFonts w:cstheme="minorHAnsi"/>
          <w:i/>
          <w:iCs/>
        </w:rPr>
        <w:t>Med tryksager menes fx. informationsmaterialer, reklamer, brochurer, skriveblokke og brevpapir med logo. Kravet gælder også tryksager som kædevirksomheder bestiller centralt.</w:t>
      </w:r>
    </w:p>
    <w:p w14:paraId="39AA8988" w14:textId="12AD7BF7" w:rsidR="005F3476" w:rsidRPr="00DD3817" w:rsidRDefault="005F3476" w:rsidP="00C72C62">
      <w:pPr>
        <w:spacing w:after="0"/>
        <w:rPr>
          <w:rFonts w:cstheme="minorHAnsi"/>
        </w:rPr>
      </w:pPr>
    </w:p>
    <w:p w14:paraId="39A17F88" w14:textId="399A3995" w:rsidR="005D4184" w:rsidRPr="00DD3817" w:rsidRDefault="005D4184" w:rsidP="005D4184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  <w:r w:rsidRPr="00DD3817">
        <w:rPr>
          <w:rStyle w:val="normaltextrun"/>
          <w:rFonts w:cstheme="minorHAnsi"/>
          <w:b/>
          <w:bCs/>
          <w:color w:val="000000"/>
          <w:shd w:val="clear" w:color="auto" w:fill="FFFFFF"/>
        </w:rPr>
        <w:t>Bes</w:t>
      </w:r>
      <w:r w:rsidR="006A48D0" w:rsidRPr="00DD3817">
        <w:rPr>
          <w:rStyle w:val="normaltextrun"/>
          <w:rFonts w:cstheme="minorHAnsi"/>
          <w:b/>
          <w:bCs/>
          <w:color w:val="000000"/>
          <w:shd w:val="clear" w:color="auto" w:fill="FFFFFF"/>
        </w:rPr>
        <w:t>krivelse</w:t>
      </w:r>
    </w:p>
    <w:p w14:paraId="06CC4C97" w14:textId="39459415" w:rsidR="005F3476" w:rsidRPr="00DD3817" w:rsidRDefault="005F3476" w:rsidP="005F3476">
      <w:pPr>
        <w:rPr>
          <w:rFonts w:cstheme="minorHAnsi"/>
        </w:rPr>
      </w:pPr>
      <w:r w:rsidRPr="00DD3817">
        <w:rPr>
          <w:rFonts w:cstheme="minorHAnsi"/>
        </w:rPr>
        <w:t xml:space="preserve">Hovedansvarlig for indkøb af tryksager i virksomheden er </w:t>
      </w:r>
      <w:r w:rsidRPr="00DD3817">
        <w:rPr>
          <w:rFonts w:cstheme="minorHAnsi"/>
          <w:i/>
          <w:iCs/>
          <w:color w:val="FF0000"/>
        </w:rPr>
        <w:t>&lt;navn på person og stilling&gt;</w:t>
      </w:r>
      <w:r w:rsidRPr="00DD3817">
        <w:rPr>
          <w:rFonts w:cstheme="minorHAnsi"/>
        </w:rPr>
        <w:t>. Denne person har</w:t>
      </w:r>
      <w:r w:rsidR="00246FFA" w:rsidRPr="00DD3817">
        <w:rPr>
          <w:rFonts w:cstheme="minorHAnsi"/>
        </w:rPr>
        <w:t xml:space="preserve"> </w:t>
      </w:r>
      <w:r w:rsidRPr="00DD3817">
        <w:rPr>
          <w:rFonts w:cstheme="minorHAnsi"/>
        </w:rPr>
        <w:t>ansvaret for</w:t>
      </w:r>
      <w:r w:rsidR="00246FFA" w:rsidRPr="00DD3817">
        <w:rPr>
          <w:rFonts w:cstheme="minorHAnsi"/>
        </w:rPr>
        <w:t>,</w:t>
      </w:r>
      <w:r w:rsidRPr="00DD3817">
        <w:rPr>
          <w:rFonts w:cstheme="minorHAnsi"/>
        </w:rPr>
        <w:t xml:space="preserve"> at der altid efterspørges miljømærke</w:t>
      </w:r>
      <w:r w:rsidR="00246FFA" w:rsidRPr="00DD3817">
        <w:rPr>
          <w:rFonts w:cstheme="minorHAnsi"/>
        </w:rPr>
        <w:t>de</w:t>
      </w:r>
      <w:r w:rsidRPr="00DD3817">
        <w:rPr>
          <w:rFonts w:cstheme="minorHAnsi"/>
        </w:rPr>
        <w:t xml:space="preserve"> tryksager ved bestilling hos trykkeriet. </w:t>
      </w:r>
    </w:p>
    <w:p w14:paraId="66A2F3DA" w14:textId="387D1982" w:rsidR="005F3476" w:rsidRPr="00DD3817" w:rsidRDefault="005F3476" w:rsidP="005F3476">
      <w:pPr>
        <w:rPr>
          <w:rFonts w:cstheme="minorHAnsi"/>
        </w:rPr>
      </w:pPr>
      <w:r w:rsidRPr="00DD3817">
        <w:rPr>
          <w:rFonts w:cstheme="minorHAnsi"/>
        </w:rPr>
        <w:br/>
        <w:t xml:space="preserve">Trykkeri/trykkeriet som vi bruger er: </w:t>
      </w:r>
      <w:r w:rsidRPr="00DD3817">
        <w:rPr>
          <w:rFonts w:cstheme="minorHAnsi"/>
          <w:i/>
          <w:iCs/>
          <w:color w:val="FF0000"/>
        </w:rPr>
        <w:t>&lt;Navn på tr</w:t>
      </w:r>
      <w:r w:rsidR="00171293" w:rsidRPr="00DD3817">
        <w:rPr>
          <w:rFonts w:cstheme="minorHAnsi"/>
          <w:i/>
          <w:iCs/>
          <w:color w:val="FF0000"/>
        </w:rPr>
        <w:t>ykkeriet</w:t>
      </w:r>
      <w:r w:rsidRPr="00DD3817">
        <w:rPr>
          <w:rFonts w:cstheme="minorHAnsi"/>
          <w:i/>
          <w:iCs/>
          <w:color w:val="FF0000"/>
        </w:rPr>
        <w:t>&gt;</w:t>
      </w:r>
    </w:p>
    <w:p w14:paraId="1471D87A" w14:textId="3C39C373" w:rsidR="005F3476" w:rsidRPr="00DD3817" w:rsidRDefault="005F3476" w:rsidP="005F3476">
      <w:pPr>
        <w:rPr>
          <w:rFonts w:cstheme="minorHAnsi"/>
          <w:i/>
          <w:iCs/>
        </w:rPr>
      </w:pPr>
    </w:p>
    <w:p w14:paraId="6E8A7179" w14:textId="6EB62427" w:rsidR="005F3476" w:rsidRPr="00DD3817" w:rsidRDefault="00171293" w:rsidP="005F3476">
      <w:pPr>
        <w:rPr>
          <w:rFonts w:cstheme="minorHAnsi"/>
          <w:b/>
          <w:bCs/>
        </w:rPr>
      </w:pPr>
      <w:r w:rsidRPr="00DD3817">
        <w:rPr>
          <w:rFonts w:cstheme="minorHAnsi"/>
          <w:b/>
          <w:bCs/>
        </w:rPr>
        <w:t>Vurder om tryksagerne er miljømærkede</w:t>
      </w:r>
      <w:r w:rsidR="005F3476" w:rsidRPr="00DD3817">
        <w:rPr>
          <w:rFonts w:cstheme="minorHAnsi"/>
          <w:b/>
          <w:bCs/>
        </w:rPr>
        <w:t>:</w:t>
      </w:r>
    </w:p>
    <w:p w14:paraId="4442082B" w14:textId="085F6A26" w:rsidR="005F3476" w:rsidRPr="00DD3817" w:rsidRDefault="009D1A24" w:rsidP="005F3476">
      <w:pPr>
        <w:rPr>
          <w:rFonts w:cstheme="minorHAnsi"/>
          <w:bCs/>
        </w:rPr>
      </w:pPr>
      <w:r w:rsidRPr="00DD3817"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2D745FC9" wp14:editId="0A3EA3C7">
            <wp:simplePos x="0" y="0"/>
            <wp:positionH relativeFrom="margin">
              <wp:posOffset>3880485</wp:posOffset>
            </wp:positionH>
            <wp:positionV relativeFrom="margin">
              <wp:posOffset>5248275</wp:posOffset>
            </wp:positionV>
            <wp:extent cx="2409190" cy="2077720"/>
            <wp:effectExtent l="0" t="0" r="0" b="0"/>
            <wp:wrapSquare wrapText="bothSides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led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190" cy="207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DD3817">
        <w:rPr>
          <w:rFonts w:cstheme="minorHAnsi"/>
        </w:rPr>
        <w:t>S</w:t>
      </w:r>
      <w:r w:rsidR="00171293" w:rsidRPr="00DD3817">
        <w:rPr>
          <w:rFonts w:cstheme="minorHAnsi"/>
        </w:rPr>
        <w:t xml:space="preserve">vanemærket skal altid ledsages af underteksten "Tryksag" og det unikke </w:t>
      </w:r>
      <w:proofErr w:type="spellStart"/>
      <w:r w:rsidR="00171293" w:rsidRPr="00DD3817">
        <w:rPr>
          <w:rFonts w:cstheme="minorHAnsi"/>
        </w:rPr>
        <w:t>ottecifrede</w:t>
      </w:r>
      <w:proofErr w:type="spellEnd"/>
      <w:r w:rsidR="00171293" w:rsidRPr="00DD3817">
        <w:rPr>
          <w:rFonts w:cstheme="minorHAnsi"/>
        </w:rPr>
        <w:t xml:space="preserve"> licensnummer tilhørende det trykkeri, der står for produktionen, se eksempel indsat</w:t>
      </w:r>
      <w:r w:rsidRPr="00DD3817">
        <w:rPr>
          <w:rFonts w:cstheme="minorHAnsi"/>
        </w:rPr>
        <w:t xml:space="preserve"> nedenfor.</w:t>
      </w:r>
    </w:p>
    <w:p w14:paraId="4E5D3C06" w14:textId="27320839" w:rsidR="00171293" w:rsidRPr="00DD3817" w:rsidRDefault="00171293" w:rsidP="00171293">
      <w:pPr>
        <w:rPr>
          <w:rFonts w:cstheme="minorHAnsi"/>
        </w:rPr>
      </w:pPr>
      <w:r w:rsidRPr="00DD3817">
        <w:rPr>
          <w:rFonts w:cstheme="minorHAnsi"/>
        </w:rPr>
        <w:t xml:space="preserve">Eksemplet er hentet fra ”Guideline for brug af Svanemærket i markedsføringsmaterialer på ecolabel.dk </w:t>
      </w:r>
      <w:r w:rsidR="00246FFA" w:rsidRPr="00DD3817">
        <w:rPr>
          <w:rFonts w:cstheme="minorHAnsi"/>
        </w:rPr>
        <w:t>-</w:t>
      </w:r>
      <w:hyperlink r:id="rId8" w:history="1">
        <w:r w:rsidRPr="00DD3817">
          <w:rPr>
            <w:rStyle w:val="Hyperlink"/>
            <w:rFonts w:cstheme="minorHAnsi"/>
          </w:rPr>
          <w:t xml:space="preserve"> </w:t>
        </w:r>
        <w:r w:rsidR="00246FFA" w:rsidRPr="00DD3817">
          <w:rPr>
            <w:rStyle w:val="Hyperlink"/>
            <w:rFonts w:cstheme="minorHAnsi"/>
          </w:rPr>
          <w:t>her</w:t>
        </w:r>
      </w:hyperlink>
      <w:r w:rsidR="00246FFA" w:rsidRPr="00DD3817">
        <w:rPr>
          <w:rStyle w:val="Hyperlink"/>
          <w:rFonts w:cstheme="minorHAnsi"/>
        </w:rPr>
        <w:t>.</w:t>
      </w:r>
    </w:p>
    <w:p w14:paraId="344041B3" w14:textId="3E9CC9BD" w:rsidR="005F3476" w:rsidRPr="00DD3817" w:rsidRDefault="005F3476" w:rsidP="005F3476">
      <w:pPr>
        <w:rPr>
          <w:rFonts w:cstheme="minorHAnsi"/>
        </w:rPr>
      </w:pPr>
      <w:r w:rsidRPr="00DD3817">
        <w:rPr>
          <w:rFonts w:cstheme="minorHAnsi"/>
        </w:rPr>
        <w:br/>
      </w:r>
      <w:r w:rsidR="00171293" w:rsidRPr="00DD3817">
        <w:rPr>
          <w:rFonts w:cstheme="minorHAnsi"/>
        </w:rPr>
        <w:t>Ved skift af trykkeri skal Miljømærkning Danmark informeres</w:t>
      </w:r>
      <w:r w:rsidRPr="00DD3817">
        <w:rPr>
          <w:rFonts w:cstheme="minorHAnsi"/>
        </w:rPr>
        <w:t xml:space="preserve">. </w:t>
      </w:r>
      <w:r w:rsidR="00171293" w:rsidRPr="00DD3817">
        <w:rPr>
          <w:rFonts w:cstheme="minorHAnsi"/>
        </w:rPr>
        <w:t>Det er den ansvarlige for svane</w:t>
      </w:r>
      <w:r w:rsidR="00246FFA" w:rsidRPr="00DD3817">
        <w:rPr>
          <w:rFonts w:cstheme="minorHAnsi"/>
        </w:rPr>
        <w:t>mærke</w:t>
      </w:r>
      <w:r w:rsidR="00171293" w:rsidRPr="00DD3817">
        <w:rPr>
          <w:rFonts w:cstheme="minorHAnsi"/>
        </w:rPr>
        <w:t>licensen</w:t>
      </w:r>
      <w:r w:rsidRPr="00DD3817">
        <w:rPr>
          <w:rFonts w:cstheme="minorHAnsi"/>
        </w:rPr>
        <w:t xml:space="preserve">, </w:t>
      </w:r>
      <w:r w:rsidRPr="00DD3817">
        <w:rPr>
          <w:rFonts w:cstheme="minorHAnsi"/>
          <w:i/>
          <w:iCs/>
          <w:color w:val="FF0000"/>
        </w:rPr>
        <w:t>&lt;na</w:t>
      </w:r>
      <w:r w:rsidR="00171293" w:rsidRPr="00DD3817">
        <w:rPr>
          <w:rFonts w:cstheme="minorHAnsi"/>
          <w:i/>
          <w:iCs/>
          <w:color w:val="FF0000"/>
        </w:rPr>
        <w:t>v</w:t>
      </w:r>
      <w:r w:rsidRPr="00DD3817">
        <w:rPr>
          <w:rFonts w:cstheme="minorHAnsi"/>
          <w:i/>
          <w:iCs/>
          <w:color w:val="FF0000"/>
        </w:rPr>
        <w:t>n på person&gt;</w:t>
      </w:r>
      <w:r w:rsidRPr="00DD3817">
        <w:rPr>
          <w:rFonts w:cstheme="minorHAnsi"/>
        </w:rPr>
        <w:t xml:space="preserve">, </w:t>
      </w:r>
      <w:r w:rsidR="009D1A24" w:rsidRPr="00DD3817">
        <w:rPr>
          <w:rFonts w:cstheme="minorHAnsi"/>
        </w:rPr>
        <w:t>som i sidste ende er ansvarlig for at dette sker.</w:t>
      </w:r>
    </w:p>
    <w:p w14:paraId="4D87A9BF" w14:textId="589F7C01" w:rsidR="005F3476" w:rsidRPr="00DD3817" w:rsidRDefault="005F3476" w:rsidP="005F3476">
      <w:pPr>
        <w:rPr>
          <w:rFonts w:cstheme="minorHAnsi"/>
        </w:rPr>
      </w:pPr>
      <w:r w:rsidRPr="00DD3817">
        <w:rPr>
          <w:rFonts w:cstheme="minorHAnsi"/>
        </w:rPr>
        <w:t xml:space="preserve">En </w:t>
      </w:r>
      <w:r w:rsidR="009D1A24" w:rsidRPr="00DD3817">
        <w:rPr>
          <w:rFonts w:cstheme="minorHAnsi"/>
        </w:rPr>
        <w:t>liste over trykkerier med gyldig svanemærke licens findes på ecolabel.dk</w:t>
      </w:r>
      <w:r w:rsidR="00246FFA" w:rsidRPr="00DD3817">
        <w:rPr>
          <w:rFonts w:cstheme="minorHAnsi"/>
        </w:rPr>
        <w:t xml:space="preserve"> -</w:t>
      </w:r>
      <w:r w:rsidR="009D1A24" w:rsidRPr="00DD3817">
        <w:rPr>
          <w:rFonts w:cstheme="minorHAnsi"/>
        </w:rPr>
        <w:t xml:space="preserve"> </w:t>
      </w:r>
      <w:hyperlink r:id="rId9" w:history="1">
        <w:r w:rsidR="00246FFA" w:rsidRPr="00DD3817">
          <w:rPr>
            <w:rStyle w:val="Hyperlink"/>
            <w:rFonts w:cstheme="minorHAnsi"/>
          </w:rPr>
          <w:t>her</w:t>
        </w:r>
      </w:hyperlink>
      <w:r w:rsidR="00246FFA" w:rsidRPr="00DD3817">
        <w:rPr>
          <w:rStyle w:val="Hyperlink"/>
          <w:rFonts w:cstheme="minorHAnsi"/>
        </w:rPr>
        <w:t>.</w:t>
      </w:r>
    </w:p>
    <w:p w14:paraId="6887F36E" w14:textId="77777777" w:rsidR="005F3476" w:rsidRPr="00DD3817" w:rsidRDefault="005F3476" w:rsidP="005F3476">
      <w:pPr>
        <w:rPr>
          <w:rStyle w:val="normaltextrun"/>
          <w:rFonts w:cstheme="minorHAnsi"/>
          <w:color w:val="000000"/>
          <w:shd w:val="clear" w:color="auto" w:fill="FFFFFF"/>
        </w:rPr>
      </w:pPr>
    </w:p>
    <w:tbl>
      <w:tblPr>
        <w:tblpPr w:leftFromText="141" w:rightFromText="141" w:vertAnchor="text" w:horzAnchor="margin" w:tblpYSpec="inside"/>
        <w:tblW w:w="8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3855"/>
      </w:tblGrid>
      <w:tr w:rsidR="009D1A24" w:rsidRPr="00DD3817" w14:paraId="016759C9" w14:textId="77777777" w:rsidTr="002B2305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D8BF9B" w14:textId="69A709E2" w:rsidR="009D1A24" w:rsidRPr="00DD3817" w:rsidRDefault="009D1A24" w:rsidP="002B2305">
            <w:pPr>
              <w:spacing w:line="240" w:lineRule="auto"/>
              <w:textAlignment w:val="baseline"/>
              <w:rPr>
                <w:rFonts w:eastAsia="Times New Roman" w:cstheme="minorHAnsi"/>
                <w:lang w:eastAsia="sv-SE"/>
              </w:rPr>
            </w:pPr>
            <w:r w:rsidRPr="00DD3817">
              <w:rPr>
                <w:rFonts w:eastAsia="Times New Roman" w:cstheme="minorHAnsi"/>
                <w:lang w:eastAsia="sv-SE"/>
              </w:rPr>
              <w:t>Ansvarlig person:</w:t>
            </w:r>
          </w:p>
          <w:p w14:paraId="1D3B6C23" w14:textId="77777777" w:rsidR="009D1A24" w:rsidRPr="00DD3817" w:rsidRDefault="009D1A24" w:rsidP="002B2305">
            <w:pPr>
              <w:spacing w:line="240" w:lineRule="auto"/>
              <w:textAlignment w:val="baseline"/>
              <w:rPr>
                <w:rFonts w:eastAsia="Times New Roman" w:cstheme="minorHAnsi"/>
                <w:lang w:eastAsia="sv-SE"/>
              </w:rPr>
            </w:pPr>
            <w:r w:rsidRPr="00DD3817">
              <w:rPr>
                <w:rFonts w:eastAsia="Times New Roman" w:cstheme="minorHAnsi"/>
                <w:lang w:eastAsia="sv-SE"/>
              </w:rPr>
              <w:t> 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B0317E" w14:textId="2A10A8A6" w:rsidR="009D1A24" w:rsidRPr="00DD3817" w:rsidRDefault="009D1A24" w:rsidP="002B2305">
            <w:pPr>
              <w:spacing w:line="240" w:lineRule="auto"/>
              <w:textAlignment w:val="baseline"/>
              <w:rPr>
                <w:rFonts w:eastAsia="Times New Roman" w:cstheme="minorHAnsi"/>
                <w:lang w:eastAsia="sv-SE"/>
              </w:rPr>
            </w:pPr>
            <w:r w:rsidRPr="00DD3817">
              <w:rPr>
                <w:rFonts w:eastAsia="Times New Roman" w:cstheme="minorHAnsi"/>
                <w:lang w:eastAsia="sv-SE"/>
              </w:rPr>
              <w:t>Stilling/Rolle </w:t>
            </w:r>
          </w:p>
        </w:tc>
      </w:tr>
    </w:tbl>
    <w:p w14:paraId="06CDCB3C" w14:textId="31E4CD14" w:rsidR="00943AF0" w:rsidRPr="00DD3817" w:rsidRDefault="00943AF0" w:rsidP="005F3476">
      <w:pPr>
        <w:rPr>
          <w:rFonts w:cstheme="minorHAnsi"/>
        </w:rPr>
      </w:pPr>
    </w:p>
    <w:sectPr w:rsidR="00943AF0" w:rsidRPr="00DD3817">
      <w:headerReference w:type="default" r:id="rId10"/>
      <w:foot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2217A" w14:textId="77777777" w:rsidR="00827A46" w:rsidRDefault="00827A46" w:rsidP="007B6F87">
      <w:pPr>
        <w:spacing w:after="0" w:line="240" w:lineRule="auto"/>
      </w:pPr>
      <w:r>
        <w:separator/>
      </w:r>
    </w:p>
  </w:endnote>
  <w:endnote w:type="continuationSeparator" w:id="0">
    <w:p w14:paraId="6F226207" w14:textId="77777777" w:rsidR="00827A46" w:rsidRDefault="00827A46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52FCA" w14:textId="77777777" w:rsidR="00827A46" w:rsidRDefault="00827A46" w:rsidP="007B6F87">
      <w:pPr>
        <w:spacing w:after="0" w:line="240" w:lineRule="auto"/>
      </w:pPr>
      <w:r>
        <w:separator/>
      </w:r>
    </w:p>
  </w:footnote>
  <w:footnote w:type="continuationSeparator" w:id="0">
    <w:p w14:paraId="30DA6D70" w14:textId="77777777" w:rsidR="00827A46" w:rsidRDefault="00827A46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610C"/>
    <w:rsid w:val="00057221"/>
    <w:rsid w:val="000E1301"/>
    <w:rsid w:val="0010179B"/>
    <w:rsid w:val="00131175"/>
    <w:rsid w:val="00164595"/>
    <w:rsid w:val="00171293"/>
    <w:rsid w:val="001823D6"/>
    <w:rsid w:val="001855EF"/>
    <w:rsid w:val="00192989"/>
    <w:rsid w:val="001C76F5"/>
    <w:rsid w:val="001E1A62"/>
    <w:rsid w:val="00201B7B"/>
    <w:rsid w:val="00246FFA"/>
    <w:rsid w:val="00250AF3"/>
    <w:rsid w:val="00266AC7"/>
    <w:rsid w:val="00266DB7"/>
    <w:rsid w:val="00296538"/>
    <w:rsid w:val="002A2990"/>
    <w:rsid w:val="002A29C5"/>
    <w:rsid w:val="002A4A22"/>
    <w:rsid w:val="003341B7"/>
    <w:rsid w:val="00372866"/>
    <w:rsid w:val="003C3555"/>
    <w:rsid w:val="003C4C63"/>
    <w:rsid w:val="003C52FD"/>
    <w:rsid w:val="003D4DAD"/>
    <w:rsid w:val="003E0F5F"/>
    <w:rsid w:val="00467D5A"/>
    <w:rsid w:val="00483C66"/>
    <w:rsid w:val="00490B1B"/>
    <w:rsid w:val="0049299B"/>
    <w:rsid w:val="004B24A9"/>
    <w:rsid w:val="004E628B"/>
    <w:rsid w:val="00511B3F"/>
    <w:rsid w:val="005334F3"/>
    <w:rsid w:val="00534FAD"/>
    <w:rsid w:val="005744EA"/>
    <w:rsid w:val="00585B0A"/>
    <w:rsid w:val="005A458C"/>
    <w:rsid w:val="005D4184"/>
    <w:rsid w:val="005F27C4"/>
    <w:rsid w:val="005F3476"/>
    <w:rsid w:val="005F559C"/>
    <w:rsid w:val="00605C64"/>
    <w:rsid w:val="00654124"/>
    <w:rsid w:val="0066751B"/>
    <w:rsid w:val="006760E0"/>
    <w:rsid w:val="006A48D0"/>
    <w:rsid w:val="006A7809"/>
    <w:rsid w:val="006C22A4"/>
    <w:rsid w:val="00701D77"/>
    <w:rsid w:val="0072149F"/>
    <w:rsid w:val="007346EA"/>
    <w:rsid w:val="007600CC"/>
    <w:rsid w:val="007934F7"/>
    <w:rsid w:val="007B6F87"/>
    <w:rsid w:val="007C3AA4"/>
    <w:rsid w:val="007F346E"/>
    <w:rsid w:val="00827A46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97ADF"/>
    <w:rsid w:val="009B310F"/>
    <w:rsid w:val="009B7819"/>
    <w:rsid w:val="009C59B9"/>
    <w:rsid w:val="009D1A24"/>
    <w:rsid w:val="009E7037"/>
    <w:rsid w:val="00A269B2"/>
    <w:rsid w:val="00A35C27"/>
    <w:rsid w:val="00A5350E"/>
    <w:rsid w:val="00A54B5D"/>
    <w:rsid w:val="00A72C61"/>
    <w:rsid w:val="00A74F43"/>
    <w:rsid w:val="00A831B7"/>
    <w:rsid w:val="00AC18E4"/>
    <w:rsid w:val="00AE6015"/>
    <w:rsid w:val="00B30E3D"/>
    <w:rsid w:val="00B411F3"/>
    <w:rsid w:val="00B75683"/>
    <w:rsid w:val="00B75862"/>
    <w:rsid w:val="00B828B7"/>
    <w:rsid w:val="00B84D24"/>
    <w:rsid w:val="00B85A89"/>
    <w:rsid w:val="00BB284D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72C62"/>
    <w:rsid w:val="00CC0A41"/>
    <w:rsid w:val="00CD518A"/>
    <w:rsid w:val="00CD57FC"/>
    <w:rsid w:val="00CF51EA"/>
    <w:rsid w:val="00CF6149"/>
    <w:rsid w:val="00CF7C1B"/>
    <w:rsid w:val="00D20A66"/>
    <w:rsid w:val="00D550FF"/>
    <w:rsid w:val="00D82F39"/>
    <w:rsid w:val="00D93909"/>
    <w:rsid w:val="00DD2D1A"/>
    <w:rsid w:val="00DD3817"/>
    <w:rsid w:val="00E02E70"/>
    <w:rsid w:val="00E068CD"/>
    <w:rsid w:val="00E0748F"/>
    <w:rsid w:val="00E1650E"/>
    <w:rsid w:val="00E54909"/>
    <w:rsid w:val="00E6202B"/>
    <w:rsid w:val="00E644CC"/>
    <w:rsid w:val="00EB41BE"/>
    <w:rsid w:val="00F03D4D"/>
    <w:rsid w:val="00F10FEC"/>
    <w:rsid w:val="00F34D8F"/>
    <w:rsid w:val="00F704D3"/>
    <w:rsid w:val="00F95F58"/>
    <w:rsid w:val="00FB65AE"/>
    <w:rsid w:val="00FC4DEC"/>
    <w:rsid w:val="00FC4E38"/>
    <w:rsid w:val="00FD2A49"/>
    <w:rsid w:val="00FD343F"/>
    <w:rsid w:val="00FE1B1E"/>
    <w:rsid w:val="00FF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  <w:style w:type="character" w:styleId="Hyperlink">
    <w:name w:val="Hyperlink"/>
    <w:basedOn w:val="Standardskrifttypeiafsnit"/>
    <w:uiPriority w:val="99"/>
    <w:unhideWhenUsed/>
    <w:rsid w:val="0017129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71293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246F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label.dk/da/virksomheder/markedsfoering/markedsfoering-med-svanemaerk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colabel.dk/da/virksomheder/licenser/licenshavere?produktgruppeid=22&amp;projektgruppe=Svane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5</TotalTime>
  <Pages>1</Pages>
  <Words>275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3</cp:revision>
  <dcterms:created xsi:type="dcterms:W3CDTF">2022-02-24T12:51:00Z</dcterms:created>
  <dcterms:modified xsi:type="dcterms:W3CDTF">2022-02-24T13:51:00Z</dcterms:modified>
</cp:coreProperties>
</file>